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03212" w14:textId="77777777" w:rsidR="00DC7F78" w:rsidRDefault="00DC7F78" w:rsidP="0033192B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5FCDC8E2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C31B11">
        <w:rPr>
          <w:rFonts w:ascii="Arial" w:hAnsi="Arial" w:cs="Arial"/>
          <w:b/>
          <w:sz w:val="24"/>
        </w:rPr>
        <w:t xml:space="preserve">załącznik nr </w:t>
      </w:r>
      <w:r w:rsidR="004674E5">
        <w:rPr>
          <w:rFonts w:ascii="Arial" w:hAnsi="Arial" w:cs="Arial"/>
          <w:b/>
          <w:sz w:val="24"/>
        </w:rPr>
        <w:t>7</w:t>
      </w:r>
    </w:p>
    <w:p w14:paraId="74A078F7" w14:textId="77777777" w:rsidR="00DC7F78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E6AB99" wp14:editId="5C521360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373C68" w14:textId="77777777" w:rsidR="00DC7F78" w:rsidRDefault="00DC7F78" w:rsidP="00DC7F78"/>
                          <w:p w14:paraId="6A1533C0" w14:textId="77777777" w:rsidR="00DC7F78" w:rsidRDefault="00DC7F78" w:rsidP="00DC7F78"/>
                          <w:p w14:paraId="4A6F4203" w14:textId="77777777" w:rsidR="00DC7F78" w:rsidRDefault="00DC7F78" w:rsidP="00DC7F78"/>
                          <w:p w14:paraId="29445132" w14:textId="77777777" w:rsidR="00DC7F78" w:rsidRDefault="00DC7F78" w:rsidP="00DC7F78"/>
                          <w:p w14:paraId="3CEBB86A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E6AB99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28373C68" w14:textId="77777777" w:rsidR="00DC7F78" w:rsidRDefault="00DC7F78" w:rsidP="00DC7F78"/>
                    <w:p w14:paraId="6A1533C0" w14:textId="77777777" w:rsidR="00DC7F78" w:rsidRDefault="00DC7F78" w:rsidP="00DC7F78"/>
                    <w:p w14:paraId="4A6F4203" w14:textId="77777777" w:rsidR="00DC7F78" w:rsidRDefault="00DC7F78" w:rsidP="00DC7F78"/>
                    <w:p w14:paraId="29445132" w14:textId="77777777" w:rsidR="00DC7F78" w:rsidRDefault="00DC7F78" w:rsidP="00DC7F78"/>
                    <w:p w14:paraId="3CEBB86A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B4D8707" w14:textId="77777777" w:rsidR="00DC7F78" w:rsidRDefault="00DC7F78" w:rsidP="00DC7F78">
      <w:pPr>
        <w:rPr>
          <w:sz w:val="24"/>
          <w:szCs w:val="24"/>
        </w:rPr>
      </w:pPr>
    </w:p>
    <w:p w14:paraId="7841F593" w14:textId="77777777" w:rsidR="00DC7F78" w:rsidRDefault="00DC7F78" w:rsidP="00DC7F78">
      <w:pPr>
        <w:rPr>
          <w:sz w:val="24"/>
          <w:szCs w:val="24"/>
        </w:rPr>
      </w:pPr>
    </w:p>
    <w:p w14:paraId="15770709" w14:textId="77777777" w:rsidR="00DC7F78" w:rsidRDefault="00DC7F78" w:rsidP="00DC7F78">
      <w:pPr>
        <w:rPr>
          <w:sz w:val="24"/>
          <w:szCs w:val="24"/>
        </w:rPr>
      </w:pPr>
    </w:p>
    <w:p w14:paraId="125596D9" w14:textId="77777777" w:rsidR="00DC7F78" w:rsidRDefault="00DC7F78" w:rsidP="00DC7F78">
      <w:pPr>
        <w:rPr>
          <w:sz w:val="24"/>
          <w:szCs w:val="24"/>
        </w:rPr>
      </w:pPr>
    </w:p>
    <w:p w14:paraId="7888CD9B" w14:textId="77777777" w:rsidR="00DC7F78" w:rsidRDefault="00DC7F78" w:rsidP="00DC7F78">
      <w:pPr>
        <w:rPr>
          <w:sz w:val="24"/>
          <w:szCs w:val="24"/>
        </w:rPr>
      </w:pPr>
    </w:p>
    <w:p w14:paraId="3344BE27" w14:textId="77777777" w:rsidR="00DC7F78" w:rsidRDefault="00DC7F78" w:rsidP="00DC7F78">
      <w:pPr>
        <w:pStyle w:val="Tekstpodstawowy2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Wykonawca </w:t>
      </w:r>
    </w:p>
    <w:p w14:paraId="6F3FA7F8" w14:textId="77777777" w:rsidR="00DC7F78" w:rsidRDefault="00DC7F78" w:rsidP="00DC7F78">
      <w:pPr>
        <w:pStyle w:val="Tekstpodstawowy2"/>
        <w:ind w:left="4956"/>
        <w:rPr>
          <w:szCs w:val="24"/>
        </w:rPr>
      </w:pPr>
    </w:p>
    <w:p w14:paraId="781BD212" w14:textId="77777777" w:rsidR="00DC7F78" w:rsidRDefault="00DC7F78" w:rsidP="00DC7F78">
      <w:pPr>
        <w:pStyle w:val="Tekstpodstawowy2"/>
        <w:ind w:left="4956"/>
        <w:rPr>
          <w:szCs w:val="24"/>
        </w:rPr>
      </w:pPr>
      <w:r>
        <w:rPr>
          <w:szCs w:val="24"/>
        </w:rPr>
        <w:t>………….</w:t>
      </w:r>
    </w:p>
    <w:p w14:paraId="5E56FBD7" w14:textId="77777777" w:rsidR="00DC7F78" w:rsidRPr="00911AF9" w:rsidRDefault="00DC7F78" w:rsidP="00DC7F78">
      <w:pPr>
        <w:pStyle w:val="Tekstpodstawowy2"/>
        <w:rPr>
          <w:b/>
          <w:szCs w:val="24"/>
          <w:u w:val="single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911AF9">
        <w:rPr>
          <w:b/>
          <w:szCs w:val="24"/>
          <w:u w:val="single"/>
        </w:rPr>
        <w:t xml:space="preserve"> </w:t>
      </w:r>
    </w:p>
    <w:p w14:paraId="4A085852" w14:textId="77777777" w:rsidR="00DC7F78" w:rsidRDefault="005A187C" w:rsidP="00DC7F78">
      <w:pPr>
        <w:jc w:val="center"/>
        <w:rPr>
          <w:b/>
          <w:sz w:val="28"/>
          <w:szCs w:val="28"/>
        </w:rPr>
      </w:pPr>
      <w:r w:rsidRPr="005A187C">
        <w:rPr>
          <w:b/>
          <w:sz w:val="28"/>
          <w:szCs w:val="28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rzecz, których roboty te zostały wykonane</w:t>
      </w:r>
    </w:p>
    <w:p w14:paraId="3D312D3D" w14:textId="77777777" w:rsidR="005A187C" w:rsidRPr="005A187C" w:rsidRDefault="005A187C" w:rsidP="00DC7F78">
      <w:pPr>
        <w:jc w:val="center"/>
        <w:rPr>
          <w:b/>
          <w:bCs/>
          <w:sz w:val="28"/>
          <w:szCs w:val="28"/>
        </w:rPr>
      </w:pPr>
    </w:p>
    <w:tbl>
      <w:tblPr>
        <w:tblW w:w="9550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759"/>
        <w:gridCol w:w="1701"/>
        <w:gridCol w:w="1559"/>
        <w:gridCol w:w="1560"/>
        <w:gridCol w:w="1095"/>
        <w:gridCol w:w="1228"/>
      </w:tblGrid>
      <w:tr w:rsidR="00AF516A" w14:paraId="712222B0" w14:textId="27A94240" w:rsidTr="00AF516A">
        <w:trPr>
          <w:cantSplit/>
          <w:trHeight w:val="737"/>
          <w:tblHeader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A142C5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  <w:p w14:paraId="1F8B4F98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Lp.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792D65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  <w:p w14:paraId="49CF57DA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Przedmiot zamówienia</w:t>
            </w:r>
          </w:p>
          <w:p w14:paraId="2EC2EF44" w14:textId="6BD8F0DE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t xml:space="preserve">(opis ma potwierdzać spełnienie warunku udziału w zakresie wykonania </w:t>
            </w:r>
            <w:r w:rsidR="00FE4E5E">
              <w:t>minimum</w:t>
            </w:r>
            <w:r w:rsidR="00FE4E5E" w:rsidRPr="00D13375">
              <w:t xml:space="preserve"> </w:t>
            </w:r>
            <w:r w:rsidR="00FE4E5E">
              <w:t>jedn</w:t>
            </w:r>
            <w:r w:rsidR="00FE4E5E">
              <w:t>ego</w:t>
            </w:r>
            <w:r w:rsidR="00FE4E5E">
              <w:t xml:space="preserve"> </w:t>
            </w:r>
            <w:r w:rsidR="00FE4E5E" w:rsidRPr="00D13375">
              <w:t>zamów</w:t>
            </w:r>
            <w:r w:rsidR="00FE4E5E">
              <w:t>ie</w:t>
            </w:r>
            <w:r w:rsidR="00FE4E5E" w:rsidRPr="00D13375">
              <w:t>ni</w:t>
            </w:r>
            <w:r w:rsidR="00FE4E5E">
              <w:t>a</w:t>
            </w:r>
            <w:r w:rsidR="00FE4E5E" w:rsidRPr="00D13375">
              <w:t xml:space="preserve"> polegające</w:t>
            </w:r>
            <w:r w:rsidR="00FE4E5E">
              <w:t>go</w:t>
            </w:r>
            <w:r w:rsidR="00FE4E5E" w:rsidRPr="00B64105">
              <w:t xml:space="preserve"> </w:t>
            </w:r>
            <w:r w:rsidR="00FE4E5E">
              <w:t>na budowie lub przebudowie, parkingu, nawierzchni utwardzonej</w:t>
            </w:r>
            <w:r w:rsidR="00FE4E5E" w:rsidRPr="00A45517">
              <w:t xml:space="preserve"> </w:t>
            </w:r>
            <w:r w:rsidR="00FE4E5E">
              <w:t>o nawierzchni z kostki brukowej lub płyt betonowych o wartości minimum 120 000,00 zł brutto</w:t>
            </w:r>
            <w:r w:rsidR="00FE4E5E" w:rsidRPr="0033192B">
              <w:rPr>
                <w:i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61DD8C" w14:textId="71D70DA9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 xml:space="preserve">Wartość robót budowlanych w zł brutto </w:t>
            </w:r>
            <w:r w:rsidR="0033192B">
              <w:rPr>
                <w:i/>
              </w:rPr>
              <w:t xml:space="preserve">– min. </w:t>
            </w:r>
            <w:r w:rsidR="00FE4E5E">
              <w:rPr>
                <w:i/>
              </w:rPr>
              <w:t>120</w:t>
            </w:r>
            <w:r w:rsidR="0033192B">
              <w:rPr>
                <w:i/>
              </w:rPr>
              <w:t> 000,00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CEF2B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 xml:space="preserve">Termin  realizacji 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0DD7D8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  <w:p w14:paraId="0DBC2752" w14:textId="57181D2B" w:rsidR="00AF516A" w:rsidRPr="0033192B" w:rsidRDefault="00AF516A" w:rsidP="00B335D0">
            <w:pPr>
              <w:pStyle w:val="Tekstprzypisudolnego"/>
              <w:jc w:val="center"/>
              <w:rPr>
                <w:i/>
              </w:rPr>
            </w:pPr>
            <w:r w:rsidRPr="0033192B">
              <w:rPr>
                <w:i/>
              </w:rPr>
              <w:t xml:space="preserve">Miejsce realizacji </w:t>
            </w:r>
          </w:p>
          <w:p w14:paraId="063D1A2F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C04D21D" w14:textId="77777777" w:rsidR="00AF516A" w:rsidRPr="0033192B" w:rsidRDefault="00AF516A" w:rsidP="00AF516A">
            <w:pPr>
              <w:pStyle w:val="Tekstprzypisudolnego"/>
              <w:jc w:val="center"/>
              <w:rPr>
                <w:i/>
              </w:rPr>
            </w:pPr>
            <w:r w:rsidRPr="0033192B">
              <w:rPr>
                <w:i/>
              </w:rPr>
              <w:t>Nazwa Zleceniodawcy</w:t>
            </w:r>
          </w:p>
          <w:p w14:paraId="3110F7E4" w14:textId="77777777" w:rsidR="00AF516A" w:rsidRPr="0033192B" w:rsidRDefault="00AF516A" w:rsidP="00AF516A">
            <w:pPr>
              <w:jc w:val="center"/>
              <w:rPr>
                <w:i/>
              </w:rPr>
            </w:pPr>
          </w:p>
          <w:p w14:paraId="235F56DC" w14:textId="77777777" w:rsidR="00AF516A" w:rsidRPr="0033192B" w:rsidRDefault="00AF516A" w:rsidP="00B335D0">
            <w:pPr>
              <w:jc w:val="center"/>
              <w:rPr>
                <w:i/>
              </w:rPr>
            </w:pPr>
          </w:p>
        </w:tc>
      </w:tr>
      <w:tr w:rsidR="00AF516A" w14:paraId="0898D213" w14:textId="5BC5AE42" w:rsidTr="00AF516A">
        <w:trPr>
          <w:cantSplit/>
          <w:trHeight w:val="504"/>
          <w:tblHeader/>
        </w:trPr>
        <w:tc>
          <w:tcPr>
            <w:tcW w:w="648" w:type="dxa"/>
            <w:vMerge/>
            <w:tcBorders>
              <w:left w:val="single" w:sz="4" w:space="0" w:color="auto"/>
            </w:tcBorders>
            <w:vAlign w:val="center"/>
          </w:tcPr>
          <w:p w14:paraId="45999AD2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59" w:type="dxa"/>
            <w:vMerge/>
            <w:tcBorders>
              <w:top w:val="nil"/>
            </w:tcBorders>
            <w:vAlign w:val="center"/>
          </w:tcPr>
          <w:p w14:paraId="30D53EE2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right w:val="nil"/>
            </w:tcBorders>
            <w:vAlign w:val="center"/>
          </w:tcPr>
          <w:p w14:paraId="7FDA40B6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72F1736F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Data</w:t>
            </w:r>
          </w:p>
          <w:p w14:paraId="33E66A21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rozpoczęcia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vAlign w:val="center"/>
          </w:tcPr>
          <w:p w14:paraId="298230C2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Data</w:t>
            </w:r>
          </w:p>
          <w:p w14:paraId="029541DF" w14:textId="77777777" w:rsidR="00AF516A" w:rsidRPr="0033192B" w:rsidRDefault="00AF516A" w:rsidP="00B335D0">
            <w:pPr>
              <w:jc w:val="center"/>
              <w:rPr>
                <w:i/>
              </w:rPr>
            </w:pPr>
            <w:r w:rsidRPr="0033192B">
              <w:rPr>
                <w:i/>
              </w:rPr>
              <w:t>zakończenia</w:t>
            </w: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AEC0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0B31" w14:textId="77777777" w:rsidR="00AF516A" w:rsidRDefault="00AF516A" w:rsidP="00B335D0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AF516A" w14:paraId="04E4FBD4" w14:textId="571620FF" w:rsidTr="00AF516A">
        <w:trPr>
          <w:trHeight w:val="809"/>
        </w:trPr>
        <w:tc>
          <w:tcPr>
            <w:tcW w:w="648" w:type="dxa"/>
          </w:tcPr>
          <w:p w14:paraId="69BFD09B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7EB2C2DD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EAA274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66713E3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3B72937A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8903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B5CD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AF516A" w14:paraId="0732D39E" w14:textId="682D9362" w:rsidTr="00AF516A">
        <w:trPr>
          <w:trHeight w:val="809"/>
        </w:trPr>
        <w:tc>
          <w:tcPr>
            <w:tcW w:w="648" w:type="dxa"/>
          </w:tcPr>
          <w:p w14:paraId="5F9DAF48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3F5A50FF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6E21970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AF68627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4E853CF1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AEC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074B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  <w:tr w:rsidR="00AF516A" w14:paraId="0601EE85" w14:textId="50C20873" w:rsidTr="00AF516A">
        <w:trPr>
          <w:trHeight w:val="809"/>
        </w:trPr>
        <w:tc>
          <w:tcPr>
            <w:tcW w:w="648" w:type="dxa"/>
          </w:tcPr>
          <w:p w14:paraId="7E0C8984" w14:textId="77777777" w:rsidR="00AF516A" w:rsidRDefault="00AF516A" w:rsidP="00DC7F78">
            <w:pPr>
              <w:numPr>
                <w:ilvl w:val="0"/>
                <w:numId w:val="10"/>
              </w:numPr>
              <w:spacing w:before="120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759" w:type="dxa"/>
          </w:tcPr>
          <w:p w14:paraId="420496F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520986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E83D8B4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</w:tcPr>
          <w:p w14:paraId="731D1BB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7A19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00FE" w14:textId="77777777" w:rsidR="00AF516A" w:rsidRDefault="00AF516A" w:rsidP="00B335D0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070E16ED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42923BF1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7F126F14" w14:textId="77777777" w:rsidR="00DC7F78" w:rsidRDefault="00DC7F78" w:rsidP="00DC7F78">
      <w:pPr>
        <w:ind w:right="-993"/>
        <w:jc w:val="both"/>
        <w:rPr>
          <w:sz w:val="24"/>
          <w:szCs w:val="24"/>
        </w:rPr>
      </w:pPr>
    </w:p>
    <w:p w14:paraId="013C4D01" w14:textId="02021944" w:rsidR="00DC7F78" w:rsidRDefault="00DC7F78" w:rsidP="00DC7F78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.............</w:t>
      </w:r>
      <w:r w:rsidR="00560D3C">
        <w:rPr>
          <w:sz w:val="24"/>
          <w:szCs w:val="24"/>
        </w:rPr>
        <w:t xml:space="preserve">.........., dn. _ _ </w:t>
      </w:r>
      <w:r w:rsidR="00E822C1">
        <w:rPr>
          <w:sz w:val="24"/>
          <w:szCs w:val="24"/>
        </w:rPr>
        <w:t xml:space="preserve">. _ </w:t>
      </w:r>
      <w:r w:rsidR="0033761A">
        <w:rPr>
          <w:sz w:val="24"/>
          <w:szCs w:val="24"/>
        </w:rPr>
        <w:t>_ . 202</w:t>
      </w:r>
      <w:r w:rsidR="00FE4E5E">
        <w:rPr>
          <w:sz w:val="24"/>
          <w:szCs w:val="24"/>
        </w:rPr>
        <w:t>6</w:t>
      </w:r>
      <w:r>
        <w:rPr>
          <w:sz w:val="24"/>
          <w:szCs w:val="24"/>
        </w:rPr>
        <w:tab/>
        <w:t xml:space="preserve">                                             ...................................................</w:t>
      </w:r>
    </w:p>
    <w:p w14:paraId="0162C0DC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448D72D1" w14:textId="77777777" w:rsidR="00DC7F78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</w:rPr>
      </w:pPr>
    </w:p>
    <w:p w14:paraId="017A986D" w14:textId="77777777" w:rsidR="007C0A32" w:rsidRPr="007F5FA1" w:rsidRDefault="007C0A32" w:rsidP="007C0A32">
      <w:pPr>
        <w:jc w:val="right"/>
      </w:pPr>
      <w:r w:rsidRPr="007F5FA1">
        <w:t>Podpis Wykonawcy</w:t>
      </w:r>
    </w:p>
    <w:p w14:paraId="57364651" w14:textId="77777777" w:rsidR="007C0A32" w:rsidRPr="007F5FA1" w:rsidRDefault="007C0A32" w:rsidP="007C0A32">
      <w:pPr>
        <w:jc w:val="right"/>
        <w:rPr>
          <w:b/>
        </w:rPr>
      </w:pPr>
      <w:r w:rsidRPr="007F5FA1">
        <w:rPr>
          <w:b/>
        </w:rPr>
        <w:t xml:space="preserve">Oświadczenie podpisać kwalifikowanym podpisem elektronicznym </w:t>
      </w:r>
    </w:p>
    <w:p w14:paraId="58347E85" w14:textId="77777777" w:rsidR="00DC7F78" w:rsidRDefault="007C0A32" w:rsidP="007C0A32">
      <w:pPr>
        <w:pStyle w:val="Stopka"/>
        <w:tabs>
          <w:tab w:val="clear" w:pos="4536"/>
          <w:tab w:val="clear" w:pos="9072"/>
        </w:tabs>
        <w:ind w:left="4248" w:firstLine="708"/>
        <w:rPr>
          <w:rFonts w:ascii="Arial" w:hAnsi="Arial" w:cs="Arial"/>
          <w:b/>
          <w:sz w:val="24"/>
        </w:rPr>
      </w:pPr>
      <w:r w:rsidRPr="007F5FA1">
        <w:rPr>
          <w:b/>
        </w:rPr>
        <w:t>lub podpisem zaufanym lub podpisem osobistym</w:t>
      </w:r>
    </w:p>
    <w:sectPr w:rsidR="00DC7F78" w:rsidSect="00B2383E">
      <w:headerReference w:type="first" r:id="rId7"/>
      <w:type w:val="continuous"/>
      <w:pgSz w:w="11907" w:h="16840" w:code="9"/>
      <w:pgMar w:top="851" w:right="851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B3E39" w14:textId="77777777" w:rsidR="00AA6C42" w:rsidRDefault="00AA6C42">
      <w:r>
        <w:separator/>
      </w:r>
    </w:p>
  </w:endnote>
  <w:endnote w:type="continuationSeparator" w:id="0">
    <w:p w14:paraId="1C957249" w14:textId="77777777" w:rsidR="00AA6C42" w:rsidRDefault="00AA6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E4162" w14:textId="77777777" w:rsidR="00AA6C42" w:rsidRDefault="00AA6C42">
      <w:r>
        <w:separator/>
      </w:r>
    </w:p>
  </w:footnote>
  <w:footnote w:type="continuationSeparator" w:id="0">
    <w:p w14:paraId="43F17F43" w14:textId="77777777" w:rsidR="00AA6C42" w:rsidRDefault="00AA6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5A9C5453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4A141A74" w14:textId="77777777" w:rsidR="005A187C" w:rsidRDefault="005A187C" w:rsidP="00C1259E">
          <w:pPr>
            <w:jc w:val="both"/>
          </w:pPr>
        </w:p>
        <w:p w14:paraId="0047B94C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A5BEB71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3644495">
    <w:abstractNumId w:val="7"/>
  </w:num>
  <w:num w:numId="2" w16cid:durableId="10073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2650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4755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0996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5175708">
    <w:abstractNumId w:val="3"/>
  </w:num>
  <w:num w:numId="7" w16cid:durableId="1237013878">
    <w:abstractNumId w:val="6"/>
  </w:num>
  <w:num w:numId="8" w16cid:durableId="1118988377">
    <w:abstractNumId w:val="9"/>
  </w:num>
  <w:num w:numId="9" w16cid:durableId="763115586">
    <w:abstractNumId w:val="1"/>
  </w:num>
  <w:num w:numId="10" w16cid:durableId="21669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74C83"/>
    <w:rsid w:val="0018665C"/>
    <w:rsid w:val="001A69E0"/>
    <w:rsid w:val="001D6AEB"/>
    <w:rsid w:val="00206EBF"/>
    <w:rsid w:val="00232880"/>
    <w:rsid w:val="00257082"/>
    <w:rsid w:val="00263547"/>
    <w:rsid w:val="002765BB"/>
    <w:rsid w:val="00294B90"/>
    <w:rsid w:val="00295437"/>
    <w:rsid w:val="002F2250"/>
    <w:rsid w:val="003066E1"/>
    <w:rsid w:val="0033192B"/>
    <w:rsid w:val="0033761A"/>
    <w:rsid w:val="003548DD"/>
    <w:rsid w:val="003970CA"/>
    <w:rsid w:val="003A7159"/>
    <w:rsid w:val="003A74FB"/>
    <w:rsid w:val="004331DB"/>
    <w:rsid w:val="004674E5"/>
    <w:rsid w:val="00483C0D"/>
    <w:rsid w:val="0049742A"/>
    <w:rsid w:val="004A32BA"/>
    <w:rsid w:val="00534A01"/>
    <w:rsid w:val="005549FB"/>
    <w:rsid w:val="00560D3C"/>
    <w:rsid w:val="00573F66"/>
    <w:rsid w:val="0058215B"/>
    <w:rsid w:val="005A187C"/>
    <w:rsid w:val="005C45BB"/>
    <w:rsid w:val="005D67C2"/>
    <w:rsid w:val="00620B1C"/>
    <w:rsid w:val="00627819"/>
    <w:rsid w:val="00630D6C"/>
    <w:rsid w:val="00640357"/>
    <w:rsid w:val="00654E14"/>
    <w:rsid w:val="0069069B"/>
    <w:rsid w:val="006C3D28"/>
    <w:rsid w:val="007508FF"/>
    <w:rsid w:val="0076771B"/>
    <w:rsid w:val="00782CE6"/>
    <w:rsid w:val="007923DF"/>
    <w:rsid w:val="007A4D13"/>
    <w:rsid w:val="007C0A32"/>
    <w:rsid w:val="007C0A87"/>
    <w:rsid w:val="007D413C"/>
    <w:rsid w:val="007E749D"/>
    <w:rsid w:val="007F57AD"/>
    <w:rsid w:val="0081119F"/>
    <w:rsid w:val="00887B49"/>
    <w:rsid w:val="008A4612"/>
    <w:rsid w:val="008C73D0"/>
    <w:rsid w:val="00921253"/>
    <w:rsid w:val="00927306"/>
    <w:rsid w:val="00983D28"/>
    <w:rsid w:val="00997D46"/>
    <w:rsid w:val="009A316F"/>
    <w:rsid w:val="009B5E5C"/>
    <w:rsid w:val="00A816A9"/>
    <w:rsid w:val="00AA6C42"/>
    <w:rsid w:val="00AE20B0"/>
    <w:rsid w:val="00AF516A"/>
    <w:rsid w:val="00B071E9"/>
    <w:rsid w:val="00B2383E"/>
    <w:rsid w:val="00B32F73"/>
    <w:rsid w:val="00B60EC4"/>
    <w:rsid w:val="00BC2114"/>
    <w:rsid w:val="00BE0738"/>
    <w:rsid w:val="00BE3566"/>
    <w:rsid w:val="00BE730C"/>
    <w:rsid w:val="00C07F1C"/>
    <w:rsid w:val="00C1259E"/>
    <w:rsid w:val="00C76BA7"/>
    <w:rsid w:val="00C844F1"/>
    <w:rsid w:val="00CA0D68"/>
    <w:rsid w:val="00CB01C9"/>
    <w:rsid w:val="00D3638B"/>
    <w:rsid w:val="00D40A40"/>
    <w:rsid w:val="00D815D4"/>
    <w:rsid w:val="00DA0D80"/>
    <w:rsid w:val="00DA3B3B"/>
    <w:rsid w:val="00DC614E"/>
    <w:rsid w:val="00DC7F78"/>
    <w:rsid w:val="00DD3D9B"/>
    <w:rsid w:val="00E13E3B"/>
    <w:rsid w:val="00E174E8"/>
    <w:rsid w:val="00E3432D"/>
    <w:rsid w:val="00E356C4"/>
    <w:rsid w:val="00E449C4"/>
    <w:rsid w:val="00E636CB"/>
    <w:rsid w:val="00E822C1"/>
    <w:rsid w:val="00EA30B1"/>
    <w:rsid w:val="00EA6491"/>
    <w:rsid w:val="00F00DC5"/>
    <w:rsid w:val="00F02284"/>
    <w:rsid w:val="00F839B9"/>
    <w:rsid w:val="00F93C18"/>
    <w:rsid w:val="00FA47B9"/>
    <w:rsid w:val="00FC2C8D"/>
    <w:rsid w:val="00FC4291"/>
    <w:rsid w:val="00FE4E5E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8263587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uiPriority w:val="99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43</TotalTime>
  <Pages>1</Pages>
  <Words>129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I GMINY NOWA DĘBA</vt:lpstr>
    </vt:vector>
  </TitlesOfParts>
  <Company>Straż Miejska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26</cp:revision>
  <cp:lastPrinted>2024-01-09T07:37:00Z</cp:lastPrinted>
  <dcterms:created xsi:type="dcterms:W3CDTF">2020-04-02T07:16:00Z</dcterms:created>
  <dcterms:modified xsi:type="dcterms:W3CDTF">2026-01-08T07:23:00Z</dcterms:modified>
</cp:coreProperties>
</file>